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8DFF4F4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CE3DAD" w:rsidRPr="003D439E">
        <w:rPr>
          <w:szCs w:val="22"/>
        </w:rPr>
        <w:t>2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3D439E">
        <w:rPr>
          <w:b/>
          <w:color w:val="FF0000"/>
          <w:szCs w:val="22"/>
        </w:rPr>
        <w:t>9.2. a 9</w:t>
      </w:r>
      <w:r w:rsidRPr="003D439E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190F3A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06451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D439E" w:rsidRPr="001C568B">
        <w:rPr>
          <w:b/>
        </w:rPr>
        <w:t>Digitální ústředna GŘ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3D439E">
        <w:rPr>
          <w:rFonts w:eastAsia="Times New Roman" w:cs="Times New Roman"/>
          <w:lang w:eastAsia="cs-CZ"/>
        </w:rPr>
        <w:t xml:space="preserve">č.j. </w:t>
      </w:r>
      <w:r w:rsidR="00A06451" w:rsidRPr="00A06451">
        <w:t>3945</w:t>
      </w:r>
      <w:r w:rsidR="003D439E" w:rsidRPr="00A06451">
        <w:t>/</w:t>
      </w:r>
      <w:bookmarkStart w:id="1" w:name="_GoBack"/>
      <w:bookmarkEnd w:id="1"/>
      <w:r w:rsidR="003D439E" w:rsidRPr="002762F5">
        <w:t>202</w:t>
      </w:r>
      <w:r w:rsidR="00A06451">
        <w:t>3</w:t>
      </w:r>
      <w:r w:rsidR="003D439E" w:rsidRPr="002762F5">
        <w:t>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86DD1" w14:textId="77777777" w:rsidR="0018760D" w:rsidRDefault="0018760D" w:rsidP="00962258">
      <w:pPr>
        <w:spacing w:after="0" w:line="240" w:lineRule="auto"/>
      </w:pPr>
      <w:r>
        <w:separator/>
      </w:r>
    </w:p>
  </w:endnote>
  <w:endnote w:type="continuationSeparator" w:id="0">
    <w:p w14:paraId="2FAADD1E" w14:textId="77777777" w:rsidR="0018760D" w:rsidRDefault="001876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788918" w14:textId="77777777" w:rsidR="0018760D" w:rsidRDefault="0018760D" w:rsidP="00962258">
      <w:pPr>
        <w:spacing w:after="0" w:line="240" w:lineRule="auto"/>
      </w:pPr>
      <w:r>
        <w:separator/>
      </w:r>
    </w:p>
  </w:footnote>
  <w:footnote w:type="continuationSeparator" w:id="0">
    <w:p w14:paraId="24494C36" w14:textId="77777777" w:rsidR="0018760D" w:rsidRDefault="0018760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60D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D439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650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451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E3DAD"/>
    <w:rsid w:val="00D21061"/>
    <w:rsid w:val="00D4108E"/>
    <w:rsid w:val="00D45C59"/>
    <w:rsid w:val="00D6163D"/>
    <w:rsid w:val="00D73D46"/>
    <w:rsid w:val="00D831A3"/>
    <w:rsid w:val="00D91018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8C6565"/>
    <w:rsid w:val="00B72819"/>
    <w:rsid w:val="00BE31C7"/>
    <w:rsid w:val="00C601C7"/>
    <w:rsid w:val="00F07635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0E5FE8-062A-402E-B11C-1C593D422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471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2017-11-28T17:18:00Z</cp:lastPrinted>
  <dcterms:created xsi:type="dcterms:W3CDTF">2022-11-25T08:30:00Z</dcterms:created>
  <dcterms:modified xsi:type="dcterms:W3CDTF">2023-01-17T14:11:00Z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